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9103f26f3c726ed2855b3863e4257cde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405bed30dc88d97e36f9b9962ad3c8f5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89D246-A317-4AE6-97C2-710DA4980BBB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